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867DE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5D43E864" wp14:editId="11372FC7">
            <wp:simplePos x="5219700" y="1276350"/>
            <wp:positionH relativeFrom="margin">
              <wp:align>right</wp:align>
            </wp:positionH>
            <wp:positionV relativeFrom="margin">
              <wp:align>top</wp:align>
            </wp:positionV>
            <wp:extent cx="1533525" cy="63817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193" b="29193"/>
                    <a:stretch/>
                  </pic:blipFill>
                  <pic:spPr bwMode="auto">
                    <a:xfrm>
                      <a:off x="0" y="0"/>
                      <a:ext cx="1533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6735D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3217C2">
        <w:rPr>
          <w:rFonts w:ascii="Arial Narrow" w:hAnsi="Arial Narrow"/>
          <w:sz w:val="22"/>
          <w:lang w:val="de-DE"/>
        </w:rPr>
        <w:t>2</w:t>
      </w:r>
      <w:r w:rsidR="00694A63">
        <w:rPr>
          <w:rFonts w:ascii="Arial Narrow" w:hAnsi="Arial Narrow"/>
          <w:sz w:val="22"/>
          <w:lang w:val="de-DE"/>
        </w:rPr>
        <w:t xml:space="preserve">. Sitzung | </w:t>
      </w:r>
      <w:r w:rsidR="00061BF1">
        <w:rPr>
          <w:rFonts w:ascii="Arial Narrow" w:hAnsi="Arial Narrow"/>
          <w:sz w:val="22"/>
          <w:lang w:val="de-DE"/>
        </w:rPr>
        <w:t>SS</w:t>
      </w:r>
      <w:r w:rsidR="00694A63">
        <w:rPr>
          <w:rFonts w:ascii="Arial Narrow" w:hAnsi="Arial Narrow"/>
          <w:sz w:val="22"/>
          <w:lang w:val="de-DE"/>
        </w:rPr>
        <w:t>16</w:t>
      </w:r>
      <w:bookmarkStart w:id="0" w:name="_GoBack"/>
      <w:bookmarkEnd w:id="0"/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C4F5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3217C2">
        <w:rPr>
          <w:rFonts w:ascii="Arial Narrow" w:hAnsi="Arial Narrow"/>
          <w:sz w:val="22"/>
          <w:lang w:val="de-DE"/>
        </w:rPr>
        <w:t>14</w:t>
      </w:r>
      <w:r w:rsidR="00244264">
        <w:rPr>
          <w:rFonts w:ascii="Arial Narrow" w:hAnsi="Arial Narrow"/>
          <w:sz w:val="22"/>
          <w:lang w:val="de-DE"/>
        </w:rPr>
        <w:t>.</w:t>
      </w:r>
      <w:r w:rsidR="00170567">
        <w:rPr>
          <w:rFonts w:ascii="Arial Narrow" w:hAnsi="Arial Narrow"/>
          <w:sz w:val="22"/>
          <w:lang w:val="de-DE"/>
        </w:rPr>
        <w:t>0</w:t>
      </w:r>
      <w:r w:rsidR="003F1A13">
        <w:rPr>
          <w:rFonts w:ascii="Arial Narrow" w:hAnsi="Arial Narrow"/>
          <w:sz w:val="22"/>
          <w:lang w:val="de-DE"/>
        </w:rPr>
        <w:t>6</w:t>
      </w:r>
      <w:r w:rsidR="000B344C">
        <w:rPr>
          <w:rFonts w:ascii="Arial Narrow" w:hAnsi="Arial Narrow"/>
          <w:sz w:val="22"/>
          <w:lang w:val="de-DE"/>
        </w:rPr>
        <w:t>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</w:t>
      </w:r>
      <w:r w:rsidR="00B33037">
        <w:rPr>
          <w:rFonts w:ascii="Arial Narrow" w:hAnsi="Arial Narrow"/>
          <w:b/>
          <w:sz w:val="26"/>
          <w:lang w:val="de-DE"/>
        </w:rPr>
        <w:t>:</w:t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180C7C">
        <w:rPr>
          <w:rFonts w:ascii="Arial Narrow" w:hAnsi="Arial Narrow"/>
          <w:b/>
          <w:sz w:val="26"/>
          <w:lang w:val="de-DE"/>
        </w:rPr>
        <w:t>/ Wer / Bis wann?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217C2" w:rsidRDefault="003217C2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Dokument Amtsübergabe</w:t>
      </w:r>
    </w:p>
    <w:p w:rsidR="00B025D0" w:rsidRDefault="00B025D0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Analoger Agenda-Ordner</w:t>
      </w:r>
      <w:r w:rsidR="00180C7C">
        <w:rPr>
          <w:rFonts w:ascii="Arial Narrow" w:eastAsia="Arial Narrow" w:hAnsi="Arial Narrow" w:cs="Arial Narrow"/>
        </w:rPr>
        <w:t xml:space="preserve"> mit Änderungen</w:t>
      </w:r>
    </w:p>
    <w:p w:rsidR="009B2CCA" w:rsidRDefault="009B2CCA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Kein 100g Papier in den Drucker</w:t>
      </w:r>
    </w:p>
    <w:p w:rsidR="003217C2" w:rsidRDefault="003217C2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Kautionsliste auf Server</w:t>
      </w:r>
    </w:p>
    <w:p w:rsidR="003217C2" w:rsidRDefault="003217C2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Status HSB Dokumente</w:t>
      </w:r>
    </w:p>
    <w:p w:rsidR="00C0413F" w:rsidRDefault="00C0413F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Schlüssel Trophäenschrank C-Bau</w:t>
      </w:r>
    </w:p>
    <w:p w:rsidR="00B33037" w:rsidRDefault="00B33037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Alte </w:t>
      </w:r>
      <w:proofErr w:type="spellStart"/>
      <w:r>
        <w:rPr>
          <w:rFonts w:ascii="Arial Narrow" w:eastAsia="Arial Narrow" w:hAnsi="Arial Narrow" w:cs="Arial Narrow"/>
        </w:rPr>
        <w:t>Cafete</w:t>
      </w:r>
      <w:proofErr w:type="spellEnd"/>
    </w:p>
    <w:p w:rsidR="00E4776A" w:rsidRDefault="006C7D1B" w:rsidP="00E4776A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Matze aufnehmen</w:t>
      </w:r>
    </w:p>
    <w:p w:rsidR="00320EE1" w:rsidRDefault="00320EE1" w:rsidP="00E4776A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Protokolle</w:t>
      </w:r>
    </w:p>
    <w:p w:rsidR="007D635D" w:rsidRDefault="007D635D" w:rsidP="00E4776A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Kühltruhen Carsten </w:t>
      </w:r>
      <w:proofErr w:type="spellStart"/>
      <w:r>
        <w:rPr>
          <w:rFonts w:ascii="Arial Narrow" w:eastAsia="Arial Narrow" w:hAnsi="Arial Narrow" w:cs="Arial Narrow"/>
        </w:rPr>
        <w:t>Droll</w:t>
      </w:r>
      <w:proofErr w:type="spellEnd"/>
    </w:p>
    <w:p w:rsidR="00B95E0A" w:rsidRDefault="00320EE1" w:rsidP="00B95E0A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Kühlschränke </w:t>
      </w:r>
      <w:proofErr w:type="spellStart"/>
      <w:r>
        <w:rPr>
          <w:rFonts w:ascii="Arial Narrow" w:eastAsia="Arial Narrow" w:hAnsi="Arial Narrow" w:cs="Arial Narrow"/>
        </w:rPr>
        <w:t>Horlogia</w:t>
      </w:r>
      <w:proofErr w:type="spellEnd"/>
    </w:p>
    <w:p w:rsidR="00B95E0A" w:rsidRPr="00B95E0A" w:rsidRDefault="00B95E0A" w:rsidP="00B95E0A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QM-Board</w:t>
      </w:r>
    </w:p>
    <w:p w:rsidR="003217C2" w:rsidRPr="003217C2" w:rsidRDefault="000867DE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Sonst</w:t>
      </w:r>
      <w:r w:rsidR="00F3515F">
        <w:rPr>
          <w:rFonts w:ascii="Arial Narrow" w:eastAsia="Arial Narrow" w:hAnsi="Arial Narrow" w:cs="Arial Narrow"/>
        </w:rPr>
        <w:t>iges</w:t>
      </w:r>
    </w:p>
    <w:sectPr w:rsidR="003217C2" w:rsidRPr="003217C2" w:rsidSect="000867DE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1134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63D" w:rsidRDefault="0035163D">
      <w:pPr>
        <w:spacing w:line="20" w:lineRule="exact"/>
      </w:pPr>
    </w:p>
  </w:endnote>
  <w:endnote w:type="continuationSeparator" w:id="0">
    <w:p w:rsidR="0035163D" w:rsidRDefault="0035163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35163D" w:rsidRDefault="0035163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63D" w:rsidRDefault="0035163D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35163D" w:rsidRDefault="003516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Pr="00CF0EE6" w:rsidRDefault="000867DE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S</w:t>
    </w:r>
    <w:r w:rsidR="000973A0" w:rsidRPr="00CF0EE6">
      <w:rPr>
        <w:rFonts w:ascii="Arial Narrow" w:hAnsi="Arial Narrow"/>
        <w:sz w:val="20"/>
        <w:lang w:val="de-DE"/>
      </w:rPr>
      <w:t xml:space="preserve">itzung des </w:t>
    </w:r>
    <w:r w:rsidR="000973A0">
      <w:rPr>
        <w:rFonts w:ascii="Arial Narrow" w:hAnsi="Arial Narrow"/>
        <w:sz w:val="20"/>
        <w:lang w:val="de-DE"/>
      </w:rPr>
      <w:t>AStA</w:t>
    </w:r>
    <w:r w:rsidR="000973A0" w:rsidRPr="00CF0EE6">
      <w:rPr>
        <w:rFonts w:ascii="Arial Narrow" w:hAnsi="Arial Narrow"/>
        <w:sz w:val="20"/>
        <w:lang w:val="de-DE"/>
      </w:rPr>
      <w:t xml:space="preserve"> im </w:t>
    </w:r>
    <w:r w:rsidR="001C4F50">
      <w:rPr>
        <w:rFonts w:ascii="Arial Narrow" w:hAnsi="Arial Narrow"/>
        <w:sz w:val="20"/>
        <w:lang w:val="de-DE"/>
      </w:rPr>
      <w:t>S</w:t>
    </w:r>
    <w:r w:rsidR="00B667CF">
      <w:rPr>
        <w:rFonts w:ascii="Arial Narrow" w:hAnsi="Arial Narrow"/>
        <w:sz w:val="20"/>
        <w:lang w:val="de-DE"/>
      </w:rPr>
      <w:t>S16</w:t>
    </w:r>
    <w:r w:rsidR="000973A0" w:rsidRPr="00CF0EE6">
      <w:rPr>
        <w:rFonts w:ascii="Arial Narrow" w:hAnsi="Arial Narrow"/>
        <w:sz w:val="20"/>
        <w:lang w:val="de-DE"/>
      </w:rPr>
      <w:tab/>
      <w:t xml:space="preserve">Seite </w:t>
    </w:r>
    <w:r w:rsidR="000973A0" w:rsidRPr="00CF0EE6">
      <w:rPr>
        <w:rFonts w:ascii="Arial Narrow" w:hAnsi="Arial Narrow"/>
        <w:sz w:val="20"/>
        <w:lang w:val="de-DE"/>
      </w:rPr>
      <w:fldChar w:fldCharType="begin"/>
    </w:r>
    <w:r w:rsidR="000973A0" w:rsidRPr="00CF0EE6">
      <w:rPr>
        <w:rFonts w:ascii="Arial Narrow" w:hAnsi="Arial Narrow"/>
        <w:sz w:val="20"/>
        <w:lang w:val="de-DE"/>
      </w:rPr>
      <w:instrText>PAGE \* ARABIC</w:instrText>
    </w:r>
    <w:r w:rsidR="000973A0" w:rsidRPr="00CF0EE6">
      <w:rPr>
        <w:rFonts w:ascii="Arial Narrow" w:hAnsi="Arial Narrow"/>
        <w:sz w:val="20"/>
        <w:lang w:val="de-DE"/>
      </w:rPr>
      <w:fldChar w:fldCharType="separate"/>
    </w:r>
    <w:r w:rsidR="00B95E0A">
      <w:rPr>
        <w:rFonts w:ascii="Arial Narrow" w:hAnsi="Arial Narrow"/>
        <w:noProof/>
        <w:sz w:val="20"/>
        <w:lang w:val="de-DE"/>
      </w:rPr>
      <w:t>1</w:t>
    </w:r>
    <w:r w:rsidR="000973A0"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E06838"/>
    <w:multiLevelType w:val="hybridMultilevel"/>
    <w:tmpl w:val="FDB24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5E0EAC"/>
    <w:multiLevelType w:val="hybridMultilevel"/>
    <w:tmpl w:val="6A8017FA"/>
    <w:lvl w:ilvl="0" w:tplc="FF760F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6903DF"/>
    <w:multiLevelType w:val="multilevel"/>
    <w:tmpl w:val="53B81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497A0E"/>
    <w:multiLevelType w:val="hybridMultilevel"/>
    <w:tmpl w:val="65A031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711C2C"/>
    <w:multiLevelType w:val="multilevel"/>
    <w:tmpl w:val="19925C6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2"/>
  </w:num>
  <w:num w:numId="5">
    <w:abstractNumId w:val="9"/>
  </w:num>
  <w:num w:numId="6">
    <w:abstractNumId w:val="6"/>
  </w:num>
  <w:num w:numId="7">
    <w:abstractNumId w:val="3"/>
  </w:num>
  <w:num w:numId="8">
    <w:abstractNumId w:val="7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2251"/>
    <w:rsid w:val="000459F9"/>
    <w:rsid w:val="00052A2E"/>
    <w:rsid w:val="00061BF1"/>
    <w:rsid w:val="00062DB6"/>
    <w:rsid w:val="00063E3E"/>
    <w:rsid w:val="00070519"/>
    <w:rsid w:val="00073170"/>
    <w:rsid w:val="000755CE"/>
    <w:rsid w:val="000867DE"/>
    <w:rsid w:val="00093B05"/>
    <w:rsid w:val="00094624"/>
    <w:rsid w:val="000973A0"/>
    <w:rsid w:val="000A4FD2"/>
    <w:rsid w:val="000A5E0C"/>
    <w:rsid w:val="000A5FC4"/>
    <w:rsid w:val="000B2E2D"/>
    <w:rsid w:val="000B344C"/>
    <w:rsid w:val="000C1EB8"/>
    <w:rsid w:val="000C2A6E"/>
    <w:rsid w:val="000D2518"/>
    <w:rsid w:val="000D74D9"/>
    <w:rsid w:val="000E45C1"/>
    <w:rsid w:val="000F7158"/>
    <w:rsid w:val="00103636"/>
    <w:rsid w:val="001106B5"/>
    <w:rsid w:val="001147AE"/>
    <w:rsid w:val="0011608E"/>
    <w:rsid w:val="0012300D"/>
    <w:rsid w:val="00132174"/>
    <w:rsid w:val="001364FA"/>
    <w:rsid w:val="0014473D"/>
    <w:rsid w:val="00144E86"/>
    <w:rsid w:val="00153F1E"/>
    <w:rsid w:val="00170567"/>
    <w:rsid w:val="00170FD2"/>
    <w:rsid w:val="00180C16"/>
    <w:rsid w:val="00180C7C"/>
    <w:rsid w:val="00190913"/>
    <w:rsid w:val="001A44B0"/>
    <w:rsid w:val="001B4B66"/>
    <w:rsid w:val="001C25E2"/>
    <w:rsid w:val="001C4F50"/>
    <w:rsid w:val="001C7E80"/>
    <w:rsid w:val="001D3317"/>
    <w:rsid w:val="001D4350"/>
    <w:rsid w:val="001D47FD"/>
    <w:rsid w:val="001E3427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08EE"/>
    <w:rsid w:val="0024183A"/>
    <w:rsid w:val="00243EFC"/>
    <w:rsid w:val="00244264"/>
    <w:rsid w:val="00251338"/>
    <w:rsid w:val="00266B88"/>
    <w:rsid w:val="00273332"/>
    <w:rsid w:val="00274830"/>
    <w:rsid w:val="00290CDB"/>
    <w:rsid w:val="00293711"/>
    <w:rsid w:val="002A108C"/>
    <w:rsid w:val="002A571F"/>
    <w:rsid w:val="002B1A01"/>
    <w:rsid w:val="002B238C"/>
    <w:rsid w:val="002D090B"/>
    <w:rsid w:val="002E7327"/>
    <w:rsid w:val="00304150"/>
    <w:rsid w:val="003104D8"/>
    <w:rsid w:val="00310FD9"/>
    <w:rsid w:val="00312F4D"/>
    <w:rsid w:val="00320EE1"/>
    <w:rsid w:val="003217C2"/>
    <w:rsid w:val="00321976"/>
    <w:rsid w:val="003339C0"/>
    <w:rsid w:val="0034237A"/>
    <w:rsid w:val="00350820"/>
    <w:rsid w:val="0035163D"/>
    <w:rsid w:val="00355EC0"/>
    <w:rsid w:val="00357655"/>
    <w:rsid w:val="0036697F"/>
    <w:rsid w:val="003733CC"/>
    <w:rsid w:val="00374E59"/>
    <w:rsid w:val="003775B0"/>
    <w:rsid w:val="003822B9"/>
    <w:rsid w:val="00385286"/>
    <w:rsid w:val="00396AA7"/>
    <w:rsid w:val="003A45F8"/>
    <w:rsid w:val="003B6176"/>
    <w:rsid w:val="003B669B"/>
    <w:rsid w:val="003C2061"/>
    <w:rsid w:val="003D3380"/>
    <w:rsid w:val="003D33D6"/>
    <w:rsid w:val="003D3703"/>
    <w:rsid w:val="003E66E6"/>
    <w:rsid w:val="003F1A13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6AEE"/>
    <w:rsid w:val="00487AF4"/>
    <w:rsid w:val="004961CB"/>
    <w:rsid w:val="004A46A2"/>
    <w:rsid w:val="004A4E02"/>
    <w:rsid w:val="004B5625"/>
    <w:rsid w:val="004B5892"/>
    <w:rsid w:val="004C10F1"/>
    <w:rsid w:val="004C466E"/>
    <w:rsid w:val="004D1F62"/>
    <w:rsid w:val="004D70BF"/>
    <w:rsid w:val="004F5365"/>
    <w:rsid w:val="00501683"/>
    <w:rsid w:val="00501BD9"/>
    <w:rsid w:val="005020BE"/>
    <w:rsid w:val="00505FEC"/>
    <w:rsid w:val="00510152"/>
    <w:rsid w:val="005307C9"/>
    <w:rsid w:val="00531881"/>
    <w:rsid w:val="00543129"/>
    <w:rsid w:val="005454D0"/>
    <w:rsid w:val="00554178"/>
    <w:rsid w:val="00564954"/>
    <w:rsid w:val="00577F83"/>
    <w:rsid w:val="00584798"/>
    <w:rsid w:val="005973BD"/>
    <w:rsid w:val="005A5C7C"/>
    <w:rsid w:val="005B1C22"/>
    <w:rsid w:val="005B4038"/>
    <w:rsid w:val="005C5AC9"/>
    <w:rsid w:val="005F45A2"/>
    <w:rsid w:val="00602994"/>
    <w:rsid w:val="00606F9B"/>
    <w:rsid w:val="006204D1"/>
    <w:rsid w:val="00663106"/>
    <w:rsid w:val="006735D7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C7D1B"/>
    <w:rsid w:val="006D3C5D"/>
    <w:rsid w:val="006E15FD"/>
    <w:rsid w:val="006E5536"/>
    <w:rsid w:val="006F55D7"/>
    <w:rsid w:val="006F6C47"/>
    <w:rsid w:val="00713690"/>
    <w:rsid w:val="007173E9"/>
    <w:rsid w:val="00722DDF"/>
    <w:rsid w:val="0072419C"/>
    <w:rsid w:val="00733F99"/>
    <w:rsid w:val="007364E7"/>
    <w:rsid w:val="00742C7E"/>
    <w:rsid w:val="00750B26"/>
    <w:rsid w:val="00752B12"/>
    <w:rsid w:val="00761B22"/>
    <w:rsid w:val="0076384A"/>
    <w:rsid w:val="00766556"/>
    <w:rsid w:val="00776159"/>
    <w:rsid w:val="00784186"/>
    <w:rsid w:val="007911DE"/>
    <w:rsid w:val="007A744E"/>
    <w:rsid w:val="007B1EB9"/>
    <w:rsid w:val="007B73BE"/>
    <w:rsid w:val="007C628C"/>
    <w:rsid w:val="007C767B"/>
    <w:rsid w:val="007D46E4"/>
    <w:rsid w:val="007D570A"/>
    <w:rsid w:val="007D5A08"/>
    <w:rsid w:val="007D610C"/>
    <w:rsid w:val="007D635D"/>
    <w:rsid w:val="007D7C7C"/>
    <w:rsid w:val="007E031D"/>
    <w:rsid w:val="007E0870"/>
    <w:rsid w:val="007E39D5"/>
    <w:rsid w:val="007F047A"/>
    <w:rsid w:val="007F7699"/>
    <w:rsid w:val="00802C4B"/>
    <w:rsid w:val="00802C61"/>
    <w:rsid w:val="00804127"/>
    <w:rsid w:val="008046FF"/>
    <w:rsid w:val="00810872"/>
    <w:rsid w:val="00813522"/>
    <w:rsid w:val="00815DF3"/>
    <w:rsid w:val="0081784D"/>
    <w:rsid w:val="0082741B"/>
    <w:rsid w:val="008353D2"/>
    <w:rsid w:val="00843F45"/>
    <w:rsid w:val="00844D25"/>
    <w:rsid w:val="008457B3"/>
    <w:rsid w:val="008503FD"/>
    <w:rsid w:val="008743D8"/>
    <w:rsid w:val="008744B2"/>
    <w:rsid w:val="00876DBB"/>
    <w:rsid w:val="00883CB3"/>
    <w:rsid w:val="008840AD"/>
    <w:rsid w:val="00886C4D"/>
    <w:rsid w:val="008A70BF"/>
    <w:rsid w:val="008B2D77"/>
    <w:rsid w:val="008B511A"/>
    <w:rsid w:val="008C250E"/>
    <w:rsid w:val="008C59C6"/>
    <w:rsid w:val="008D1543"/>
    <w:rsid w:val="008D16EC"/>
    <w:rsid w:val="008D2BDB"/>
    <w:rsid w:val="008E0B95"/>
    <w:rsid w:val="008E4B14"/>
    <w:rsid w:val="008F7364"/>
    <w:rsid w:val="009245A2"/>
    <w:rsid w:val="00927544"/>
    <w:rsid w:val="009301A0"/>
    <w:rsid w:val="00937828"/>
    <w:rsid w:val="00941F10"/>
    <w:rsid w:val="00950959"/>
    <w:rsid w:val="00955CDC"/>
    <w:rsid w:val="00965A65"/>
    <w:rsid w:val="00967E13"/>
    <w:rsid w:val="009744BB"/>
    <w:rsid w:val="009757B0"/>
    <w:rsid w:val="009857BD"/>
    <w:rsid w:val="009906B7"/>
    <w:rsid w:val="00990ACB"/>
    <w:rsid w:val="00991E60"/>
    <w:rsid w:val="00992594"/>
    <w:rsid w:val="009A166B"/>
    <w:rsid w:val="009A43CC"/>
    <w:rsid w:val="009B0A13"/>
    <w:rsid w:val="009B2CCA"/>
    <w:rsid w:val="009B7B2F"/>
    <w:rsid w:val="009C1107"/>
    <w:rsid w:val="009C14DB"/>
    <w:rsid w:val="009C4F14"/>
    <w:rsid w:val="009D3E73"/>
    <w:rsid w:val="009E6CE4"/>
    <w:rsid w:val="009F4F2E"/>
    <w:rsid w:val="009F6105"/>
    <w:rsid w:val="00A05515"/>
    <w:rsid w:val="00A216C4"/>
    <w:rsid w:val="00A448D9"/>
    <w:rsid w:val="00A44D35"/>
    <w:rsid w:val="00A535A2"/>
    <w:rsid w:val="00A778C5"/>
    <w:rsid w:val="00A803C7"/>
    <w:rsid w:val="00A85AAD"/>
    <w:rsid w:val="00A87E62"/>
    <w:rsid w:val="00A904CA"/>
    <w:rsid w:val="00A9135B"/>
    <w:rsid w:val="00A94BC2"/>
    <w:rsid w:val="00A97351"/>
    <w:rsid w:val="00AB0F7C"/>
    <w:rsid w:val="00AC70D8"/>
    <w:rsid w:val="00AD5B91"/>
    <w:rsid w:val="00AD7192"/>
    <w:rsid w:val="00AE6F61"/>
    <w:rsid w:val="00AE757F"/>
    <w:rsid w:val="00AF264D"/>
    <w:rsid w:val="00AF5737"/>
    <w:rsid w:val="00B017B1"/>
    <w:rsid w:val="00B025D0"/>
    <w:rsid w:val="00B25462"/>
    <w:rsid w:val="00B262CA"/>
    <w:rsid w:val="00B27971"/>
    <w:rsid w:val="00B31937"/>
    <w:rsid w:val="00B33037"/>
    <w:rsid w:val="00B36DED"/>
    <w:rsid w:val="00B50673"/>
    <w:rsid w:val="00B51224"/>
    <w:rsid w:val="00B52B7B"/>
    <w:rsid w:val="00B605F1"/>
    <w:rsid w:val="00B667CF"/>
    <w:rsid w:val="00B751FE"/>
    <w:rsid w:val="00B83D82"/>
    <w:rsid w:val="00B95E0A"/>
    <w:rsid w:val="00BA10A5"/>
    <w:rsid w:val="00BA737A"/>
    <w:rsid w:val="00BB1EF6"/>
    <w:rsid w:val="00BB416B"/>
    <w:rsid w:val="00BC622C"/>
    <w:rsid w:val="00BC6DF3"/>
    <w:rsid w:val="00BD4E8B"/>
    <w:rsid w:val="00BE1515"/>
    <w:rsid w:val="00BF0BB0"/>
    <w:rsid w:val="00BF4BF9"/>
    <w:rsid w:val="00C0413F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0925"/>
    <w:rsid w:val="00C75A2F"/>
    <w:rsid w:val="00C75D71"/>
    <w:rsid w:val="00C772CC"/>
    <w:rsid w:val="00C82C9C"/>
    <w:rsid w:val="00CA4849"/>
    <w:rsid w:val="00CA5DF7"/>
    <w:rsid w:val="00CB5BD5"/>
    <w:rsid w:val="00CB6372"/>
    <w:rsid w:val="00CD31E7"/>
    <w:rsid w:val="00CD7327"/>
    <w:rsid w:val="00CE73AB"/>
    <w:rsid w:val="00CE7E97"/>
    <w:rsid w:val="00CF0EE6"/>
    <w:rsid w:val="00CF385F"/>
    <w:rsid w:val="00CF4276"/>
    <w:rsid w:val="00D24AA6"/>
    <w:rsid w:val="00D47822"/>
    <w:rsid w:val="00D523B8"/>
    <w:rsid w:val="00D55BFE"/>
    <w:rsid w:val="00D6080D"/>
    <w:rsid w:val="00D62D7D"/>
    <w:rsid w:val="00D71333"/>
    <w:rsid w:val="00D803B9"/>
    <w:rsid w:val="00D84733"/>
    <w:rsid w:val="00D94C60"/>
    <w:rsid w:val="00DA478B"/>
    <w:rsid w:val="00DD1790"/>
    <w:rsid w:val="00DD6688"/>
    <w:rsid w:val="00DE1F6C"/>
    <w:rsid w:val="00DE74EF"/>
    <w:rsid w:val="00E1673A"/>
    <w:rsid w:val="00E203C2"/>
    <w:rsid w:val="00E206F4"/>
    <w:rsid w:val="00E25C59"/>
    <w:rsid w:val="00E36789"/>
    <w:rsid w:val="00E4776A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C3C37"/>
    <w:rsid w:val="00EE423F"/>
    <w:rsid w:val="00EE47AB"/>
    <w:rsid w:val="00F067DF"/>
    <w:rsid w:val="00F120F9"/>
    <w:rsid w:val="00F13563"/>
    <w:rsid w:val="00F15EEB"/>
    <w:rsid w:val="00F27098"/>
    <w:rsid w:val="00F3515F"/>
    <w:rsid w:val="00F60291"/>
    <w:rsid w:val="00F63E65"/>
    <w:rsid w:val="00F834DE"/>
    <w:rsid w:val="00F901A2"/>
    <w:rsid w:val="00F9390D"/>
    <w:rsid w:val="00FA0DA7"/>
    <w:rsid w:val="00FA5486"/>
    <w:rsid w:val="00FA59A9"/>
    <w:rsid w:val="00FD2F2E"/>
    <w:rsid w:val="00FD6824"/>
    <w:rsid w:val="00FE1E08"/>
    <w:rsid w:val="00FE2D82"/>
    <w:rsid w:val="00FE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B0F7C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B0F7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4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72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Marius Bacher</cp:lastModifiedBy>
  <cp:revision>95</cp:revision>
  <cp:lastPrinted>2016-01-20T11:58:00Z</cp:lastPrinted>
  <dcterms:created xsi:type="dcterms:W3CDTF">2016-04-13T09:50:00Z</dcterms:created>
  <dcterms:modified xsi:type="dcterms:W3CDTF">2016-06-14T10:45:00Z</dcterms:modified>
</cp:coreProperties>
</file>